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3E6" w:rsidRDefault="008103E6"/>
    <w:p w:rsidR="008103E6" w:rsidRDefault="008103E6">
      <w:r>
        <w:t>Wonder Water World</w:t>
      </w:r>
    </w:p>
    <w:p w:rsidR="008103E6" w:rsidRDefault="008103E6"/>
    <w:p w:rsidR="008103E6" w:rsidRDefault="008103E6"/>
    <w:p w:rsidR="008103E6" w:rsidRDefault="008103E6"/>
    <w:p w:rsidR="008103E6" w:rsidRPr="00503B84" w:rsidRDefault="008103E6">
      <w:pPr>
        <w:rPr>
          <w:color w:val="FF3399"/>
        </w:rPr>
      </w:pPr>
      <w:r>
        <w:rPr>
          <w:color w:val="FF3399"/>
        </w:rPr>
        <w:t>FOOD</w:t>
      </w:r>
    </w:p>
    <w:p w:rsidR="008103E6" w:rsidRDefault="008103E6"/>
    <w:p w:rsidR="008103E6" w:rsidRPr="00503B84" w:rsidRDefault="008103E6">
      <w:pPr>
        <w:rPr>
          <w:color w:val="33CC33"/>
        </w:rPr>
      </w:pPr>
    </w:p>
    <w:p w:rsidR="008103E6" w:rsidRPr="00503B84" w:rsidRDefault="008103E6">
      <w:pPr>
        <w:rPr>
          <w:color w:val="FF0000"/>
        </w:rPr>
      </w:pPr>
    </w:p>
    <w:sectPr w:rsidR="008103E6" w:rsidRPr="00503B84" w:rsidSect="008103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B84"/>
    <w:rsid w:val="00503B84"/>
    <w:rsid w:val="00810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4</Words>
  <Characters>27</Characters>
  <Application>Microsoft Office Outlook</Application>
  <DocSecurity>0</DocSecurity>
  <Lines>0</Lines>
  <Paragraphs>0</Paragraphs>
  <ScaleCrop>false</ScaleCrop>
  <Company>Deer Valley USD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Wonder Water World</dc:title>
  <dc:subject/>
  <dc:creator>Berka Phoebe A</dc:creator>
  <cp:keywords/>
  <dc:description/>
  <cp:lastModifiedBy>Berka Phoebe A</cp:lastModifiedBy>
  <cp:revision>1</cp:revision>
  <dcterms:created xsi:type="dcterms:W3CDTF">2009-06-01T18:03:00Z</dcterms:created>
  <dcterms:modified xsi:type="dcterms:W3CDTF">2009-06-01T18:14:00Z</dcterms:modified>
</cp:coreProperties>
</file>